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DC99A" w14:textId="52379E51" w:rsidR="0019027A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D47B54">
        <w:rPr>
          <w:lang w:eastAsia="cs-CZ"/>
        </w:rPr>
        <w:t>4</w:t>
      </w:r>
      <w:r w:rsidR="00977055" w:rsidRPr="00B62A54">
        <w:rPr>
          <w:lang w:eastAsia="cs-CZ"/>
        </w:rPr>
        <w:t xml:space="preserve"> Výzvy</w:t>
      </w:r>
    </w:p>
    <w:p w14:paraId="1D5DB9DD" w14:textId="0F01F6A1" w:rsidR="002D302B" w:rsidRPr="002D302B" w:rsidRDefault="002D302B" w:rsidP="002D302B">
      <w:pPr>
        <w:jc w:val="center"/>
        <w:rPr>
          <w:b/>
          <w:bCs/>
          <w:lang w:eastAsia="cs-CZ"/>
        </w:rPr>
      </w:pPr>
      <w:r w:rsidRPr="002D302B">
        <w:rPr>
          <w:b/>
          <w:bCs/>
          <w:lang w:eastAsia="cs-CZ"/>
        </w:rPr>
        <w:t xml:space="preserve">Metodická podpora při zavedení </w:t>
      </w:r>
      <w:proofErr w:type="spellStart"/>
      <w:r w:rsidRPr="002D302B">
        <w:rPr>
          <w:b/>
          <w:bCs/>
          <w:lang w:eastAsia="cs-CZ"/>
        </w:rPr>
        <w:t>eSSL</w:t>
      </w:r>
      <w:proofErr w:type="spellEnd"/>
    </w:p>
    <w:p w14:paraId="42A3C0A5" w14:textId="2A74A75E" w:rsidR="009348E2" w:rsidRPr="00A07A54" w:rsidRDefault="0019027A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Ž</w:t>
      </w:r>
      <w:r w:rsidR="00763F37" w:rsidRPr="00763F37">
        <w:rPr>
          <w:rFonts w:asciiTheme="minorHAnsi" w:eastAsia="Times New Roman" w:hAnsiTheme="minorHAnsi"/>
        </w:rPr>
        <w:t>ivotopis člena realizačního týmu</w:t>
      </w:r>
    </w:p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4B360C7D" w14:textId="77777777" w:rsidR="009118E8" w:rsidRPr="006F22D0" w:rsidRDefault="009118E8" w:rsidP="009118E8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738A034E" w14:textId="77777777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10ADB6C2" w14:textId="37CE3F0D" w:rsidR="009118E8" w:rsidRP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</w:t>
      </w:r>
      <w:r w:rsidR="006344AF">
        <w:rPr>
          <w:rFonts w:ascii="Verdana" w:eastAsia="Calibri" w:hAnsi="Verdana" w:cs="Times New Roman"/>
        </w:rPr>
        <w:t xml:space="preserve">potřeby </w:t>
      </w:r>
      <w:r>
        <w:rPr>
          <w:rFonts w:ascii="Verdana" w:eastAsia="Calibri" w:hAnsi="Verdana" w:cs="Times New Roman"/>
        </w:rPr>
        <w:t xml:space="preserve">je </w:t>
      </w:r>
      <w:r w:rsidRPr="009118E8">
        <w:rPr>
          <w:rFonts w:ascii="Verdana" w:eastAsia="Calibri" w:hAnsi="Verdana" w:cs="Times New Roman"/>
        </w:rPr>
        <w:t xml:space="preserve">dodavatel oprávněn </w:t>
      </w:r>
      <w:r w:rsidR="006344AF"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7348E7D9" w14:textId="77777777" w:rsid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4EF35296" w14:textId="0B8DB238" w:rsidR="009118E8" w:rsidRPr="007C3CDF" w:rsidRDefault="009608C8" w:rsidP="007C3CDF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67B42DEA" w14:textId="71F2E6C4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Některé i</w:t>
      </w:r>
      <w:r w:rsidRPr="006F22D0">
        <w:rPr>
          <w:rFonts w:ascii="Verdana" w:eastAsia="Calibri" w:hAnsi="Verdana" w:cs="Times New Roman"/>
        </w:rPr>
        <w:t>nformace obsažené ve formulář</w:t>
      </w:r>
      <w:r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odpovídá dodavatel.</w:t>
      </w:r>
    </w:p>
    <w:p w14:paraId="507FF082" w14:textId="48FF8CE8" w:rsidR="004206BF" w:rsidRDefault="00DD57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Absence </w:t>
      </w:r>
      <w:r w:rsidR="009118E8" w:rsidRPr="006F22D0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nebo nepravdivé </w:t>
      </w:r>
      <w:r w:rsidRPr="00DD57E8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může mít </w:t>
      </w:r>
      <w:r w:rsidR="009118E8" w:rsidRPr="006F22D0">
        <w:rPr>
          <w:rFonts w:ascii="Verdana" w:eastAsia="Calibri" w:hAnsi="Verdana" w:cs="Times New Roman"/>
        </w:rPr>
        <w:t xml:space="preserve">podle okolností za následek vyloučení </w:t>
      </w:r>
      <w:r w:rsidR="009118E8">
        <w:rPr>
          <w:rFonts w:ascii="Verdana" w:eastAsia="Calibri" w:hAnsi="Verdana" w:cs="Times New Roman"/>
        </w:rPr>
        <w:t>dodavatele</w:t>
      </w:r>
      <w:r w:rsidR="009118E8" w:rsidRPr="006F22D0">
        <w:rPr>
          <w:rFonts w:ascii="Verdana" w:eastAsia="Calibri" w:hAnsi="Verdana" w:cs="Times New Roman"/>
        </w:rPr>
        <w:t xml:space="preserve"> z účasti v</w:t>
      </w:r>
      <w:r w:rsidR="009118E8">
        <w:rPr>
          <w:rFonts w:ascii="Verdana" w:eastAsia="Calibri" w:hAnsi="Verdana" w:cs="Times New Roman"/>
        </w:rPr>
        <w:t>e výběrovém řízení</w:t>
      </w:r>
      <w:r w:rsidR="009118E8" w:rsidRPr="006F22D0">
        <w:rPr>
          <w:rFonts w:ascii="Verdana" w:eastAsia="Calibri" w:hAnsi="Verdana" w:cs="Times New Roman"/>
        </w:rPr>
        <w:t>.</w:t>
      </w:r>
    </w:p>
    <w:p w14:paraId="0E215B87" w14:textId="145CEF1C" w:rsidR="007C3CDF" w:rsidRPr="00614C03" w:rsidRDefault="007C3CDF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7C3CDF">
        <w:rPr>
          <w:rFonts w:ascii="Verdana" w:eastAsia="Calibri" w:hAnsi="Verdana" w:cs="Times New Roman"/>
        </w:rPr>
        <w:t>Dodavatel odstraní z formuláře všechny instrukce pro vyplnění.</w:t>
      </w:r>
    </w:p>
    <w:p w14:paraId="7E90867F" w14:textId="77777777" w:rsidR="004206BF" w:rsidRDefault="004206BF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096B6842" w14:textId="77777777" w:rsidR="00E0526E" w:rsidRDefault="00E0526E" w:rsidP="00793287">
      <w:pPr>
        <w:spacing w:after="120" w:line="276" w:lineRule="auto"/>
        <w:rPr>
          <w:rFonts w:cstheme="minorHAnsi"/>
        </w:rPr>
      </w:pPr>
    </w:p>
    <w:p w14:paraId="0A98410D" w14:textId="36E63DA2" w:rsidR="009A5D7A" w:rsidRPr="005F1E81" w:rsidRDefault="001D008B" w:rsidP="005F1E81">
      <w:pPr>
        <w:pStyle w:val="Nadpis2"/>
        <w:rPr>
          <w:sz w:val="22"/>
          <w:szCs w:val="22"/>
          <w:u w:val="single"/>
        </w:rPr>
      </w:pPr>
      <w:r w:rsidRPr="005F1E81">
        <w:rPr>
          <w:sz w:val="22"/>
          <w:szCs w:val="22"/>
        </w:rPr>
        <w:t>Pozice</w:t>
      </w:r>
      <w:r w:rsidR="009A5D7A" w:rsidRPr="005F1E81">
        <w:rPr>
          <w:sz w:val="22"/>
          <w:szCs w:val="22"/>
        </w:rPr>
        <w:t xml:space="preserve">: </w:t>
      </w:r>
      <w:r w:rsidR="00DC0698" w:rsidRPr="005F1E81">
        <w:rPr>
          <w:sz w:val="22"/>
          <w:szCs w:val="22"/>
          <w:u w:val="single"/>
        </w:rPr>
        <w:t>Specialista na systémy správy dokumentů</w:t>
      </w:r>
    </w:p>
    <w:p w14:paraId="0E0434D1" w14:textId="2EE6F582" w:rsidR="009A5D7A" w:rsidRDefault="009A5D7A" w:rsidP="009A5D7A">
      <w:pPr>
        <w:pStyle w:val="Nadpis3"/>
        <w:rPr>
          <w:b/>
          <w:bCs/>
        </w:rPr>
      </w:pPr>
      <w:r w:rsidRPr="004F79AD">
        <w:t>Příjmení</w:t>
      </w:r>
      <w:r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>
        <w:rPr>
          <w:b/>
          <w:bCs/>
        </w:rPr>
        <w:tab/>
      </w:r>
      <w:r w:rsidRPr="000A5425">
        <w:rPr>
          <w:b/>
          <w:bCs/>
          <w:highlight w:val="green"/>
        </w:rPr>
        <w:t>[DOPLNÍ DODAVATEL]</w:t>
      </w:r>
    </w:p>
    <w:p w14:paraId="526AE607" w14:textId="3C36F7DE" w:rsidR="009A5D7A" w:rsidRDefault="009A5D7A" w:rsidP="009A5D7A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 w:rsidRPr="000A5425">
        <w:rPr>
          <w:b/>
          <w:bCs/>
          <w:highlight w:val="green"/>
        </w:rPr>
        <w:t>[D</w:t>
      </w:r>
      <w:r w:rsidR="005F1E81" w:rsidRPr="000A5425">
        <w:rPr>
          <w:b/>
          <w:bCs/>
          <w:highlight w:val="green"/>
        </w:rPr>
        <w:t>O</w:t>
      </w:r>
      <w:r w:rsidRPr="000A5425">
        <w:rPr>
          <w:b/>
          <w:bCs/>
          <w:highlight w:val="green"/>
        </w:rPr>
        <w:t>PLNÍ DODAVATEL]</w:t>
      </w:r>
    </w:p>
    <w:p w14:paraId="3E8F3CAA" w14:textId="788C79EE" w:rsidR="009A5D7A" w:rsidRPr="00C4779A" w:rsidRDefault="009A5D7A" w:rsidP="009A5D7A">
      <w:pPr>
        <w:pStyle w:val="Nadpis3"/>
      </w:pPr>
      <w:r w:rsidRPr="00495B32">
        <w:t>Kontaktní adresa</w:t>
      </w:r>
      <w:r>
        <w:t>:</w:t>
      </w:r>
      <w:r>
        <w:tab/>
      </w:r>
      <w:r w:rsidRPr="000A5425">
        <w:rPr>
          <w:b/>
          <w:bCs/>
          <w:highlight w:val="green"/>
        </w:rPr>
        <w:t>[DOPLNÍ DODAVATEL]</w:t>
      </w:r>
    </w:p>
    <w:p w14:paraId="1817297D" w14:textId="77777777" w:rsidR="009A5D7A" w:rsidRPr="008C74F9" w:rsidRDefault="009A5D7A" w:rsidP="009A5D7A">
      <w:pPr>
        <w:pStyle w:val="Nadpis3"/>
      </w:pPr>
      <w:r>
        <w:t>Tel. / e-mail:</w:t>
      </w:r>
      <w:r>
        <w:tab/>
      </w:r>
      <w:r>
        <w:tab/>
      </w:r>
      <w:r w:rsidRPr="000A5425">
        <w:rPr>
          <w:b/>
          <w:bCs/>
          <w:highlight w:val="green"/>
        </w:rPr>
        <w:t>[DOPLNÍ DODAVATEL]</w:t>
      </w:r>
    </w:p>
    <w:p w14:paraId="4B9F712F" w14:textId="77777777" w:rsidR="009A5D7A" w:rsidRDefault="009A5D7A" w:rsidP="009A5D7A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0A5425">
        <w:rPr>
          <w:b/>
          <w:bCs/>
          <w:highlight w:val="green"/>
        </w:rPr>
        <w:t>[DOPLNÍ DODAVATEL]</w:t>
      </w:r>
      <w:r>
        <w:rPr>
          <w:b/>
          <w:bCs/>
        </w:rPr>
        <w:t xml:space="preserve"> </w:t>
      </w:r>
    </w:p>
    <w:p w14:paraId="3EC5EA92" w14:textId="77777777" w:rsidR="009A5D7A" w:rsidRPr="00195202" w:rsidRDefault="009A5D7A" w:rsidP="009A5D7A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.)</w:t>
      </w:r>
    </w:p>
    <w:p w14:paraId="2C72122C" w14:textId="3DA82EAF" w:rsidR="00DC0698" w:rsidRDefault="006064A1" w:rsidP="00DC0698">
      <w:pPr>
        <w:pStyle w:val="Nadpis3"/>
        <w:jc w:val="both"/>
        <w:rPr>
          <w:b/>
          <w:bCs/>
        </w:rPr>
      </w:pPr>
      <w:r>
        <w:rPr>
          <w:u w:val="single"/>
        </w:rPr>
        <w:t>E</w:t>
      </w:r>
      <w:r w:rsidRPr="006064A1">
        <w:rPr>
          <w:u w:val="single"/>
        </w:rPr>
        <w:t>lektronick</w:t>
      </w:r>
      <w:r>
        <w:rPr>
          <w:u w:val="single"/>
        </w:rPr>
        <w:t>é</w:t>
      </w:r>
      <w:r w:rsidRPr="006064A1">
        <w:rPr>
          <w:u w:val="single"/>
        </w:rPr>
        <w:t xml:space="preserve"> systém</w:t>
      </w:r>
      <w:r>
        <w:rPr>
          <w:u w:val="single"/>
        </w:rPr>
        <w:t>y</w:t>
      </w:r>
      <w:r w:rsidRPr="006064A1">
        <w:rPr>
          <w:u w:val="single"/>
        </w:rPr>
        <w:t xml:space="preserve"> spisové služby</w:t>
      </w:r>
      <w:r w:rsidR="00DC0698">
        <w:t xml:space="preserve"> – </w:t>
      </w:r>
      <w:r w:rsidR="005F1E81">
        <w:t>Počet let</w:t>
      </w:r>
      <w:r w:rsidR="00DC0698" w:rsidRPr="00E83DFC">
        <w:t xml:space="preserve"> </w:t>
      </w:r>
      <w:r w:rsidR="00DC0698">
        <w:t>profesní</w:t>
      </w:r>
      <w:r w:rsidR="00DC0698" w:rsidRPr="00E83DFC">
        <w:t xml:space="preserve"> praxe</w:t>
      </w:r>
      <w:r w:rsidR="00B020BE" w:rsidRPr="00B020BE">
        <w:t xml:space="preserve"> </w:t>
      </w:r>
      <w:r w:rsidR="00B020BE">
        <w:t>k prokázání kvalifikace</w:t>
      </w:r>
      <w:r w:rsidR="00DC0698">
        <w:t xml:space="preserve">: </w:t>
      </w:r>
      <w:r w:rsidR="00DC0698" w:rsidRPr="000A5425">
        <w:rPr>
          <w:b/>
          <w:bCs/>
          <w:highlight w:val="green"/>
        </w:rPr>
        <w:t>[DOPLNÍ DODAVATEL]</w:t>
      </w:r>
    </w:p>
    <w:tbl>
      <w:tblPr>
        <w:tblW w:w="8363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2552"/>
        <w:gridCol w:w="1559"/>
        <w:gridCol w:w="2268"/>
      </w:tblGrid>
      <w:tr w:rsidR="005F1E81" w:rsidRPr="005F1E81" w14:paraId="39F28045" w14:textId="77777777" w:rsidTr="005F1E81">
        <w:trPr>
          <w:cantSplit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F2FE4BF" w14:textId="77777777" w:rsidR="005F1E81" w:rsidRPr="005F1E81" w:rsidRDefault="005F1E81" w:rsidP="000B29F8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  <w:sz w:val="16"/>
                <w:szCs w:val="16"/>
              </w:rPr>
            </w:pPr>
            <w:r w:rsidRPr="005F1E81">
              <w:rPr>
                <w:rFonts w:cstheme="minorHAnsi"/>
                <w:b/>
                <w:bCs/>
                <w:iCs/>
                <w:sz w:val="16"/>
                <w:szCs w:val="16"/>
              </w:rPr>
              <w:t>Zaměstnavatel</w:t>
            </w:r>
            <w:r w:rsidRPr="005F1E81">
              <w:rPr>
                <w:rFonts w:cstheme="minorHAnsi"/>
                <w:iCs/>
                <w:sz w:val="16"/>
                <w:szCs w:val="16"/>
              </w:rPr>
              <w:t xml:space="preserve"> (obch. firma/název a sídlo) / OSVČ + </w:t>
            </w:r>
            <w:r w:rsidRPr="005F1E81">
              <w:rPr>
                <w:rFonts w:cstheme="minorHAnsi"/>
                <w:b/>
                <w:bCs/>
                <w:iCs/>
                <w:sz w:val="16"/>
                <w:szCs w:val="16"/>
              </w:rPr>
              <w:t>Místo výkonu praxe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674728" w14:textId="7548E7C3" w:rsidR="005F1E81" w:rsidRPr="005F1E81" w:rsidRDefault="005F1E81" w:rsidP="005F1E81">
            <w:pPr>
              <w:spacing w:after="120" w:line="276" w:lineRule="auto"/>
              <w:ind w:left="140" w:right="136"/>
              <w:rPr>
                <w:rFonts w:cstheme="minorHAnsi"/>
                <w:b/>
                <w:bCs/>
                <w:sz w:val="16"/>
                <w:szCs w:val="16"/>
              </w:rPr>
            </w:pPr>
            <w:r w:rsidRPr="005F1E81">
              <w:rPr>
                <w:rFonts w:cstheme="minorHAnsi"/>
                <w:b/>
                <w:bCs/>
                <w:sz w:val="16"/>
                <w:szCs w:val="16"/>
              </w:rPr>
              <w:t>Funkce/pracovní pozice + Popis pracovních činností/náplň praxe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7BD3F1" w14:textId="67531431" w:rsidR="005F1E81" w:rsidRPr="005F1E81" w:rsidRDefault="005F1E81" w:rsidP="005F1E81">
            <w:pPr>
              <w:spacing w:after="120" w:line="276" w:lineRule="auto"/>
              <w:ind w:left="139" w:right="141"/>
              <w:rPr>
                <w:rFonts w:cstheme="minorHAnsi"/>
                <w:b/>
                <w:bCs/>
                <w:sz w:val="16"/>
                <w:szCs w:val="16"/>
              </w:rPr>
            </w:pPr>
            <w:r w:rsidRPr="005F1E81">
              <w:rPr>
                <w:rFonts w:cstheme="minorHAnsi"/>
                <w:b/>
                <w:bCs/>
                <w:sz w:val="16"/>
                <w:szCs w:val="16"/>
              </w:rPr>
              <w:t xml:space="preserve">Počet </w:t>
            </w:r>
            <w:proofErr w:type="spellStart"/>
            <w:r w:rsidR="002F30ED">
              <w:rPr>
                <w:rFonts w:cstheme="minorHAnsi"/>
                <w:b/>
                <w:bCs/>
                <w:sz w:val="16"/>
                <w:szCs w:val="16"/>
              </w:rPr>
              <w:t>individiálních</w:t>
            </w:r>
            <w:proofErr w:type="spellEnd"/>
            <w:r w:rsidR="002F30ED">
              <w:rPr>
                <w:rFonts w:cstheme="minorHAnsi"/>
                <w:b/>
                <w:bCs/>
                <w:sz w:val="16"/>
                <w:szCs w:val="16"/>
              </w:rPr>
              <w:t xml:space="preserve"> identit</w:t>
            </w:r>
            <w:r w:rsidRPr="005F1E81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F1E81">
              <w:rPr>
                <w:rFonts w:cstheme="minorHAnsi"/>
                <w:b/>
                <w:bCs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21A638" w14:textId="22158429" w:rsidR="005F1E81" w:rsidRPr="005F1E81" w:rsidRDefault="005F1E81" w:rsidP="005F1E81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</w:rPr>
            </w:pPr>
            <w:r w:rsidRPr="005F1E81">
              <w:rPr>
                <w:rFonts w:cstheme="minorHAnsi"/>
                <w:b/>
                <w:bCs/>
                <w:sz w:val="16"/>
                <w:szCs w:val="16"/>
              </w:rPr>
              <w:t xml:space="preserve">Délka praxe </w:t>
            </w:r>
            <w:r w:rsidRPr="005F1E81">
              <w:rPr>
                <w:rFonts w:cstheme="minorHAnsi"/>
                <w:sz w:val="16"/>
                <w:szCs w:val="16"/>
              </w:rPr>
              <w:t>od (měsíc/rok) do (měsíc/rok) včetně</w:t>
            </w:r>
          </w:p>
        </w:tc>
      </w:tr>
      <w:tr w:rsidR="005F1E81" w:rsidRPr="000A5425" w14:paraId="6D39E679" w14:textId="77777777" w:rsidTr="005F1E81">
        <w:trPr>
          <w:cantSplit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AD50" w14:textId="77777777" w:rsidR="005F1E81" w:rsidRPr="000A5425" w:rsidRDefault="005F1E81" w:rsidP="005F1E81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8C29" w14:textId="77777777" w:rsidR="005F1E81" w:rsidRPr="000A5425" w:rsidRDefault="005F1E81" w:rsidP="005F1E81">
            <w:pPr>
              <w:spacing w:after="120" w:line="276" w:lineRule="auto"/>
              <w:ind w:left="140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65B8" w14:textId="06CD6EF4" w:rsidR="005F1E81" w:rsidRPr="000A5425" w:rsidRDefault="005F1E81" w:rsidP="005F1E81">
            <w:pPr>
              <w:spacing w:after="120" w:line="276" w:lineRule="auto"/>
              <w:ind w:left="13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E048" w14:textId="5F7E941F" w:rsidR="005F1E81" w:rsidRPr="000A5425" w:rsidRDefault="005F1E81" w:rsidP="005F1E81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5F1E81" w:rsidRPr="000A5425" w14:paraId="5821B37F" w14:textId="77777777" w:rsidTr="005F1E81">
        <w:trPr>
          <w:cantSplit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9243" w14:textId="77777777" w:rsidR="005F1E81" w:rsidRPr="000A5425" w:rsidRDefault="005F1E81" w:rsidP="005F1E81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FA2B" w14:textId="77777777" w:rsidR="005F1E81" w:rsidRPr="000A5425" w:rsidRDefault="005F1E81" w:rsidP="005F1E81">
            <w:pPr>
              <w:spacing w:after="120" w:line="276" w:lineRule="auto"/>
              <w:ind w:left="140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87C7" w14:textId="12262EE1" w:rsidR="005F1E81" w:rsidRPr="000A5425" w:rsidRDefault="005F1E81" w:rsidP="005F1E81">
            <w:pPr>
              <w:spacing w:after="120" w:line="276" w:lineRule="auto"/>
              <w:ind w:left="13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17B0" w14:textId="681C125E" w:rsidR="005F1E81" w:rsidRPr="000A5425" w:rsidRDefault="005F1E81" w:rsidP="005F1E81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5F1E81" w:rsidRPr="005F1E81" w14:paraId="5BE013A7" w14:textId="77777777" w:rsidTr="005F1E81">
        <w:trPr>
          <w:cantSplit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F305" w14:textId="77777777" w:rsidR="005F1E81" w:rsidRPr="000A5425" w:rsidRDefault="005F1E81" w:rsidP="005F1E81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BF29" w14:textId="77777777" w:rsidR="005F1E81" w:rsidRPr="000A5425" w:rsidRDefault="005F1E81" w:rsidP="005F1E81">
            <w:pPr>
              <w:spacing w:after="120" w:line="276" w:lineRule="auto"/>
              <w:ind w:left="140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3967" w14:textId="5DE135F8" w:rsidR="005F1E81" w:rsidRPr="000A5425" w:rsidRDefault="005F1E81" w:rsidP="005F1E81">
            <w:pPr>
              <w:spacing w:after="120" w:line="276" w:lineRule="auto"/>
              <w:ind w:left="13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7882" w14:textId="5ADA98C9" w:rsidR="005F1E81" w:rsidRPr="000A5425" w:rsidRDefault="005F1E81" w:rsidP="005F1E81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3E5ED465" w14:textId="77777777" w:rsidR="00DC0698" w:rsidRDefault="00DC0698" w:rsidP="00DC0698">
      <w:pPr>
        <w:spacing w:after="0"/>
        <w:rPr>
          <w:lang w:eastAsia="cs-CZ"/>
        </w:rPr>
      </w:pPr>
    </w:p>
    <w:p w14:paraId="570701A7" w14:textId="61D1B504" w:rsidR="00DC0698" w:rsidRPr="001542CB" w:rsidRDefault="00DC0698" w:rsidP="00DC0698">
      <w:pPr>
        <w:pStyle w:val="Nadpis3"/>
        <w:rPr>
          <w:b/>
          <w:bCs/>
        </w:rPr>
      </w:pPr>
      <w:r w:rsidRPr="00FA6F49">
        <w:rPr>
          <w:u w:val="single"/>
        </w:rPr>
        <w:lastRenderedPageBreak/>
        <w:t xml:space="preserve">Zkušenost s dokončenými projekty rozvoje spisové služby v roli </w:t>
      </w:r>
      <w:r w:rsidRPr="00FB2B3D">
        <w:rPr>
          <w:u w:val="single"/>
        </w:rPr>
        <w:t>konzultanta</w:t>
      </w:r>
      <w:r w:rsidR="00B020BE" w:rsidRPr="00B020BE">
        <w:t xml:space="preserve"> </w:t>
      </w:r>
      <w:r w:rsidR="00B020BE" w:rsidRPr="00C24EA7">
        <w:rPr>
          <w:u w:val="single"/>
        </w:rPr>
        <w:t>k prokázání kvalifikace</w:t>
      </w:r>
      <w:r w:rsidRPr="001542CB">
        <w:t>:</w:t>
      </w:r>
    </w:p>
    <w:tbl>
      <w:tblPr>
        <w:tblW w:w="8363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418"/>
        <w:gridCol w:w="1417"/>
        <w:gridCol w:w="1985"/>
        <w:gridCol w:w="1559"/>
      </w:tblGrid>
      <w:tr w:rsidR="005F1E81" w:rsidRPr="005F1E81" w14:paraId="1C0ACAB5" w14:textId="77777777" w:rsidTr="00D72045">
        <w:trPr>
          <w:trHeight w:val="1691"/>
        </w:trPr>
        <w:tc>
          <w:tcPr>
            <w:tcW w:w="1984" w:type="dxa"/>
            <w:shd w:val="clear" w:color="auto" w:fill="D9D9D9" w:themeFill="background1" w:themeFillShade="D9"/>
          </w:tcPr>
          <w:p w14:paraId="42D75123" w14:textId="43A5C56C" w:rsidR="005F1E81" w:rsidRPr="005F1E81" w:rsidRDefault="005F1E81" w:rsidP="000B29F8">
            <w:pPr>
              <w:spacing w:after="120" w:line="276" w:lineRule="auto"/>
              <w:jc w:val="both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5F1E81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Název konkrétního projektu a jeho popis </w:t>
            </w:r>
            <w:r w:rsidRPr="005F1E81">
              <w:rPr>
                <w:rFonts w:ascii="Verdana" w:eastAsia="Calibri" w:hAnsi="Verdana" w:cs="Times New Roman"/>
                <w:sz w:val="16"/>
                <w:szCs w:val="16"/>
              </w:rPr>
              <w:t xml:space="preserve">(odpovídající článku </w:t>
            </w:r>
            <w:r w:rsidR="002F30ED">
              <w:rPr>
                <w:rFonts w:ascii="Verdana" w:eastAsia="Calibri" w:hAnsi="Verdana" w:cs="Times New Roman"/>
                <w:sz w:val="16"/>
                <w:szCs w:val="16"/>
              </w:rPr>
              <w:t>8</w:t>
            </w:r>
            <w:r w:rsidRPr="005F1E81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 w:rsidR="002F30ED"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  <w:r w:rsidRPr="005F1E81">
              <w:rPr>
                <w:rFonts w:ascii="Verdana" w:eastAsia="Calibri" w:hAnsi="Verdana" w:cs="Times New Roman"/>
                <w:sz w:val="16"/>
                <w:szCs w:val="16"/>
              </w:rPr>
              <w:t>.2. písm. d) Výzvy) vč. okamžiku dokončení projektu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0044277" w14:textId="47C4F901" w:rsidR="005F1E81" w:rsidRPr="005F1E81" w:rsidRDefault="005F1E81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F1E81">
              <w:rPr>
                <w:rFonts w:cstheme="minorHAnsi"/>
                <w:b/>
                <w:bCs/>
                <w:sz w:val="16"/>
                <w:szCs w:val="16"/>
              </w:rPr>
              <w:t xml:space="preserve">Počet </w:t>
            </w:r>
            <w:proofErr w:type="spellStart"/>
            <w:r w:rsidR="002F30ED">
              <w:rPr>
                <w:rFonts w:cstheme="minorHAnsi"/>
                <w:b/>
                <w:bCs/>
                <w:sz w:val="16"/>
                <w:szCs w:val="16"/>
              </w:rPr>
              <w:t>individiálních</w:t>
            </w:r>
            <w:proofErr w:type="spellEnd"/>
            <w:r w:rsidR="002F30ED">
              <w:rPr>
                <w:rFonts w:cstheme="minorHAnsi"/>
                <w:b/>
                <w:bCs/>
                <w:sz w:val="16"/>
                <w:szCs w:val="16"/>
              </w:rPr>
              <w:t xml:space="preserve"> identit</w:t>
            </w:r>
            <w:r w:rsidRPr="005F1E81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F1E81">
              <w:rPr>
                <w:rFonts w:cstheme="minorHAnsi"/>
                <w:b/>
                <w:bCs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59509404" w14:textId="22688D5F" w:rsidR="005F1E81" w:rsidRPr="005F1E81" w:rsidRDefault="005F1E81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F1E81">
              <w:rPr>
                <w:rFonts w:ascii="Verdana" w:eastAsia="Calibri" w:hAnsi="Verdana" w:cs="Times New Roman"/>
                <w:b/>
                <w:sz w:val="16"/>
                <w:szCs w:val="16"/>
              </w:rPr>
              <w:t>Objednatel</w:t>
            </w:r>
            <w:r w:rsidRPr="005F1E81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 projektu</w:t>
            </w:r>
          </w:p>
          <w:p w14:paraId="034B314D" w14:textId="77777777" w:rsidR="005F1E81" w:rsidRPr="005F1E81" w:rsidRDefault="005F1E81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F1E81">
              <w:rPr>
                <w:rFonts w:ascii="Verdana" w:eastAsia="Calibri" w:hAnsi="Verdana" w:cs="Times New Roman"/>
                <w:bCs/>
                <w:sz w:val="16"/>
                <w:szCs w:val="16"/>
              </w:rPr>
              <w:t>Vč. uvedení kontaktních údajů (tel. / e-mail)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6AF1443" w14:textId="241F69F4" w:rsidR="005F1E81" w:rsidRPr="005F1E81" w:rsidRDefault="005F1E81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F1E81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Popis činnosti člena týmu v rámci zkušenosti </w:t>
            </w:r>
            <w:r w:rsidRPr="005F1E81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(odpovídající článku </w:t>
            </w:r>
            <w:r w:rsidR="002F30ED">
              <w:rPr>
                <w:rFonts w:ascii="Verdana" w:eastAsia="Calibri" w:hAnsi="Verdana" w:cs="Times New Roman"/>
                <w:bCs/>
                <w:sz w:val="16"/>
                <w:szCs w:val="16"/>
              </w:rPr>
              <w:t>8</w:t>
            </w:r>
            <w:r w:rsidRPr="005F1E81">
              <w:rPr>
                <w:rFonts w:ascii="Verdana" w:eastAsia="Calibri" w:hAnsi="Verdana" w:cs="Times New Roman"/>
                <w:bCs/>
                <w:sz w:val="16"/>
                <w:szCs w:val="16"/>
              </w:rPr>
              <w:t>.</w:t>
            </w:r>
            <w:r w:rsidR="002F30ED">
              <w:rPr>
                <w:rFonts w:ascii="Verdana" w:eastAsia="Calibri" w:hAnsi="Verdana" w:cs="Times New Roman"/>
                <w:bCs/>
                <w:sz w:val="16"/>
                <w:szCs w:val="16"/>
              </w:rPr>
              <w:t>5</w:t>
            </w:r>
            <w:r w:rsidRPr="005F1E81">
              <w:rPr>
                <w:rFonts w:ascii="Verdana" w:eastAsia="Calibri" w:hAnsi="Verdana" w:cs="Times New Roman"/>
                <w:bCs/>
                <w:sz w:val="16"/>
                <w:szCs w:val="16"/>
              </w:rPr>
              <w:t>.2. písm. d) Výzvy)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5A93E83" w14:textId="77777777" w:rsidR="005F1E81" w:rsidRPr="005F1E81" w:rsidRDefault="005F1E81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F1E81">
              <w:rPr>
                <w:rFonts w:ascii="Verdana" w:eastAsia="Calibri" w:hAnsi="Verdana" w:cs="Times New Roman"/>
                <w:b/>
                <w:sz w:val="16"/>
                <w:szCs w:val="16"/>
              </w:rPr>
              <w:t>Doba realizace zkušenosti členem týmu</w:t>
            </w:r>
          </w:p>
          <w:p w14:paraId="38CFEED9" w14:textId="77777777" w:rsidR="005F1E81" w:rsidRPr="005F1E81" w:rsidRDefault="005F1E81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F1E81">
              <w:rPr>
                <w:rFonts w:ascii="Verdana" w:eastAsia="Calibri" w:hAnsi="Verdana" w:cs="Times New Roman"/>
                <w:bCs/>
                <w:sz w:val="16"/>
                <w:szCs w:val="16"/>
              </w:rPr>
              <w:t>od (měsíc/rok) do (měsíc/rok) včetně</w:t>
            </w:r>
          </w:p>
        </w:tc>
      </w:tr>
      <w:tr w:rsidR="005F1E81" w:rsidRPr="000A5425" w14:paraId="635865D5" w14:textId="77777777" w:rsidTr="00D72045">
        <w:trPr>
          <w:trHeight w:val="913"/>
        </w:trPr>
        <w:tc>
          <w:tcPr>
            <w:tcW w:w="1984" w:type="dxa"/>
            <w:shd w:val="clear" w:color="auto" w:fill="auto"/>
          </w:tcPr>
          <w:p w14:paraId="650F4D5B" w14:textId="77777777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06A32759" w14:textId="22E558FD" w:rsidR="005F1E81" w:rsidRPr="000A5425" w:rsidRDefault="002F30ED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17178077" w14:textId="5E76979C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985" w:type="dxa"/>
            <w:shd w:val="clear" w:color="auto" w:fill="auto"/>
          </w:tcPr>
          <w:p w14:paraId="7BA817FD" w14:textId="77777777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7AAD3F0A" w14:textId="77777777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5F1E81" w:rsidRPr="000A5425" w14:paraId="18D3E8C0" w14:textId="77777777" w:rsidTr="00D72045">
        <w:trPr>
          <w:trHeight w:val="827"/>
        </w:trPr>
        <w:tc>
          <w:tcPr>
            <w:tcW w:w="1984" w:type="dxa"/>
            <w:shd w:val="clear" w:color="auto" w:fill="auto"/>
          </w:tcPr>
          <w:p w14:paraId="51477851" w14:textId="77777777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13F599B6" w14:textId="615928F0" w:rsidR="005F1E81" w:rsidRPr="000A5425" w:rsidRDefault="002F30ED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3DDF9065" w14:textId="3C29357C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985" w:type="dxa"/>
            <w:shd w:val="clear" w:color="auto" w:fill="auto"/>
          </w:tcPr>
          <w:p w14:paraId="44B34BC8" w14:textId="77777777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2D6F105F" w14:textId="77777777" w:rsidR="005F1E81" w:rsidRPr="000A5425" w:rsidRDefault="005F1E81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5F1E81" w:rsidRPr="000A5425" w14:paraId="6EA6AB54" w14:textId="77777777" w:rsidTr="00D72045">
        <w:trPr>
          <w:trHeight w:val="827"/>
        </w:trPr>
        <w:tc>
          <w:tcPr>
            <w:tcW w:w="1984" w:type="dxa"/>
            <w:shd w:val="clear" w:color="auto" w:fill="auto"/>
          </w:tcPr>
          <w:p w14:paraId="1494D83B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0C88CD79" w14:textId="3DD38413" w:rsidR="005F1E81" w:rsidRPr="000A5425" w:rsidRDefault="002F30ED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2D38180A" w14:textId="50168F6B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985" w:type="dxa"/>
            <w:shd w:val="clear" w:color="auto" w:fill="auto"/>
          </w:tcPr>
          <w:p w14:paraId="5BFF11D8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635C7FFB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5F1E81" w:rsidRPr="000A5425" w14:paraId="345BA427" w14:textId="77777777" w:rsidTr="00D72045">
        <w:trPr>
          <w:trHeight w:val="827"/>
        </w:trPr>
        <w:tc>
          <w:tcPr>
            <w:tcW w:w="1984" w:type="dxa"/>
            <w:shd w:val="clear" w:color="auto" w:fill="auto"/>
          </w:tcPr>
          <w:p w14:paraId="0B07ABFB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519436CC" w14:textId="39378AD5" w:rsidR="005F1E81" w:rsidRPr="000A5425" w:rsidRDefault="002F30ED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405D7667" w14:textId="773F4703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985" w:type="dxa"/>
            <w:shd w:val="clear" w:color="auto" w:fill="auto"/>
          </w:tcPr>
          <w:p w14:paraId="5C942C6D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3B7937BA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5F1E81" w:rsidRPr="005F1E81" w14:paraId="186E5F84" w14:textId="77777777" w:rsidTr="00D72045">
        <w:trPr>
          <w:trHeight w:val="827"/>
        </w:trPr>
        <w:tc>
          <w:tcPr>
            <w:tcW w:w="1984" w:type="dxa"/>
            <w:shd w:val="clear" w:color="auto" w:fill="auto"/>
          </w:tcPr>
          <w:p w14:paraId="3AB52DE1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32AD5791" w14:textId="5BE082E8" w:rsidR="005F1E81" w:rsidRPr="000A5425" w:rsidRDefault="002F30ED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53ADF60A" w14:textId="3E0721ED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985" w:type="dxa"/>
            <w:shd w:val="clear" w:color="auto" w:fill="auto"/>
          </w:tcPr>
          <w:p w14:paraId="53C4CDA6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40124859" w14:textId="77777777" w:rsidR="005F1E81" w:rsidRPr="000A5425" w:rsidRDefault="005F1E81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0A5425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38D6BFB7" w14:textId="77777777" w:rsidR="0024605B" w:rsidRDefault="0024605B" w:rsidP="00947E72">
      <w:pPr>
        <w:spacing w:after="0" w:line="276" w:lineRule="auto"/>
        <w:rPr>
          <w:rFonts w:cstheme="minorHAnsi"/>
        </w:rPr>
      </w:pPr>
    </w:p>
    <w:p w14:paraId="4D8E4454" w14:textId="6EB35DCF" w:rsidR="00E0526E" w:rsidRDefault="00E0526E" w:rsidP="00E0526E">
      <w:pPr>
        <w:spacing w:after="120" w:line="276" w:lineRule="auto"/>
        <w:ind w:firstLine="567"/>
        <w:rPr>
          <w:rFonts w:cstheme="minorHAnsi"/>
        </w:rPr>
      </w:pPr>
      <w:r w:rsidRPr="00E0526E">
        <w:rPr>
          <w:rFonts w:cstheme="minorHAnsi"/>
        </w:rPr>
        <w:t>Příloha: [</w:t>
      </w:r>
      <w:r w:rsidRPr="000A5425">
        <w:rPr>
          <w:rFonts w:cstheme="minorHAnsi"/>
          <w:highlight w:val="green"/>
        </w:rPr>
        <w:t>Certifikát – nejméně v úrovni „Specialista: systémy správy dokumentů“]</w:t>
      </w:r>
    </w:p>
    <w:p w14:paraId="65498CEC" w14:textId="77777777" w:rsidR="00E0526E" w:rsidRDefault="00E0526E" w:rsidP="0024605B">
      <w:pPr>
        <w:spacing w:after="120" w:line="276" w:lineRule="auto"/>
        <w:rPr>
          <w:rFonts w:cstheme="minorHAnsi"/>
        </w:rPr>
      </w:pPr>
      <w:bookmarkStart w:id="0" w:name="_GoBack"/>
      <w:bookmarkEnd w:id="0"/>
    </w:p>
    <w:sectPr w:rsidR="00E0526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A546" w14:textId="77777777" w:rsidR="009B0A9A" w:rsidRDefault="009B0A9A" w:rsidP="00962258">
      <w:pPr>
        <w:spacing w:after="0" w:line="240" w:lineRule="auto"/>
      </w:pPr>
      <w:r>
        <w:separator/>
      </w:r>
    </w:p>
  </w:endnote>
  <w:endnote w:type="continuationSeparator" w:id="0">
    <w:p w14:paraId="085CE0D6" w14:textId="77777777" w:rsidR="009B0A9A" w:rsidRDefault="009B0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5F6DEE2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20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20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61C5022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20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20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B13FA" w14:textId="77777777" w:rsidR="009B0A9A" w:rsidRDefault="009B0A9A" w:rsidP="00962258">
      <w:pPr>
        <w:spacing w:after="0" w:line="240" w:lineRule="auto"/>
      </w:pPr>
      <w:r>
        <w:separator/>
      </w:r>
    </w:p>
  </w:footnote>
  <w:footnote w:type="continuationSeparator" w:id="0">
    <w:p w14:paraId="236A2E9C" w14:textId="77777777" w:rsidR="009B0A9A" w:rsidRDefault="009B0A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6AC"/>
    <w:multiLevelType w:val="hybridMultilevel"/>
    <w:tmpl w:val="412475A2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1637D"/>
    <w:multiLevelType w:val="hybridMultilevel"/>
    <w:tmpl w:val="92EA8EBC"/>
    <w:lvl w:ilvl="0" w:tplc="993AC976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72742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8CEE7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1068E7D8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6106F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E7E31"/>
    <w:multiLevelType w:val="multilevel"/>
    <w:tmpl w:val="61B015A6"/>
    <w:lvl w:ilvl="0">
      <w:start w:val="4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1"/>
  </w:num>
  <w:num w:numId="40">
    <w:abstractNumId w:val="13"/>
  </w:num>
  <w:num w:numId="41">
    <w:abstractNumId w:val="12"/>
  </w:num>
  <w:num w:numId="42">
    <w:abstractNumId w:val="18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142CD"/>
    <w:rsid w:val="00020197"/>
    <w:rsid w:val="000205AF"/>
    <w:rsid w:val="0004385B"/>
    <w:rsid w:val="00071C57"/>
    <w:rsid w:val="00072C1E"/>
    <w:rsid w:val="0007497D"/>
    <w:rsid w:val="00077EF5"/>
    <w:rsid w:val="00090226"/>
    <w:rsid w:val="000A5425"/>
    <w:rsid w:val="000A7D61"/>
    <w:rsid w:val="000B1475"/>
    <w:rsid w:val="000B5198"/>
    <w:rsid w:val="000C1B52"/>
    <w:rsid w:val="000D198A"/>
    <w:rsid w:val="000D46FF"/>
    <w:rsid w:val="000E1961"/>
    <w:rsid w:val="000E23A7"/>
    <w:rsid w:val="000E3F98"/>
    <w:rsid w:val="000E5221"/>
    <w:rsid w:val="000E6C86"/>
    <w:rsid w:val="0010693F"/>
    <w:rsid w:val="00111941"/>
    <w:rsid w:val="001139E7"/>
    <w:rsid w:val="00114472"/>
    <w:rsid w:val="00124B53"/>
    <w:rsid w:val="00131034"/>
    <w:rsid w:val="00136D3E"/>
    <w:rsid w:val="001542CB"/>
    <w:rsid w:val="001550BC"/>
    <w:rsid w:val="00155B6E"/>
    <w:rsid w:val="001605B9"/>
    <w:rsid w:val="00170EC5"/>
    <w:rsid w:val="001747C1"/>
    <w:rsid w:val="001779C6"/>
    <w:rsid w:val="00184743"/>
    <w:rsid w:val="0019027A"/>
    <w:rsid w:val="00195202"/>
    <w:rsid w:val="001C0067"/>
    <w:rsid w:val="001C0783"/>
    <w:rsid w:val="001C6827"/>
    <w:rsid w:val="001D008B"/>
    <w:rsid w:val="001D02E7"/>
    <w:rsid w:val="001D6EA1"/>
    <w:rsid w:val="001E40E6"/>
    <w:rsid w:val="001F3A2E"/>
    <w:rsid w:val="00207DF5"/>
    <w:rsid w:val="002268EF"/>
    <w:rsid w:val="00227D55"/>
    <w:rsid w:val="0024605B"/>
    <w:rsid w:val="00254951"/>
    <w:rsid w:val="00256810"/>
    <w:rsid w:val="002645FF"/>
    <w:rsid w:val="00265985"/>
    <w:rsid w:val="00265DF5"/>
    <w:rsid w:val="00280E07"/>
    <w:rsid w:val="002A0C0D"/>
    <w:rsid w:val="002A4DBC"/>
    <w:rsid w:val="002B7CE5"/>
    <w:rsid w:val="002C31BF"/>
    <w:rsid w:val="002C5D55"/>
    <w:rsid w:val="002D08B1"/>
    <w:rsid w:val="002D2259"/>
    <w:rsid w:val="002D302B"/>
    <w:rsid w:val="002E0CD7"/>
    <w:rsid w:val="002F30ED"/>
    <w:rsid w:val="00307512"/>
    <w:rsid w:val="00341DCF"/>
    <w:rsid w:val="00357BC6"/>
    <w:rsid w:val="00382F1C"/>
    <w:rsid w:val="0038302E"/>
    <w:rsid w:val="003956C6"/>
    <w:rsid w:val="003A3201"/>
    <w:rsid w:val="003B6D41"/>
    <w:rsid w:val="003C04F4"/>
    <w:rsid w:val="003C2B10"/>
    <w:rsid w:val="003D3C01"/>
    <w:rsid w:val="003D672D"/>
    <w:rsid w:val="003E1AE8"/>
    <w:rsid w:val="003E31B8"/>
    <w:rsid w:val="003F7787"/>
    <w:rsid w:val="00412114"/>
    <w:rsid w:val="004206BF"/>
    <w:rsid w:val="00425B6C"/>
    <w:rsid w:val="00430FB5"/>
    <w:rsid w:val="00441430"/>
    <w:rsid w:val="004443CD"/>
    <w:rsid w:val="00450F07"/>
    <w:rsid w:val="00453CD3"/>
    <w:rsid w:val="00460660"/>
    <w:rsid w:val="004636D8"/>
    <w:rsid w:val="0047217B"/>
    <w:rsid w:val="00473340"/>
    <w:rsid w:val="00482CA5"/>
    <w:rsid w:val="00486107"/>
    <w:rsid w:val="00491827"/>
    <w:rsid w:val="00494E13"/>
    <w:rsid w:val="00495B32"/>
    <w:rsid w:val="004970EF"/>
    <w:rsid w:val="004A3AA2"/>
    <w:rsid w:val="004B0D11"/>
    <w:rsid w:val="004B1C41"/>
    <w:rsid w:val="004B1C97"/>
    <w:rsid w:val="004B348C"/>
    <w:rsid w:val="004B4C96"/>
    <w:rsid w:val="004C4399"/>
    <w:rsid w:val="004C787C"/>
    <w:rsid w:val="004D3BDC"/>
    <w:rsid w:val="004D56F3"/>
    <w:rsid w:val="004E143C"/>
    <w:rsid w:val="004E3A53"/>
    <w:rsid w:val="004F20BC"/>
    <w:rsid w:val="004F3E53"/>
    <w:rsid w:val="004F3EAA"/>
    <w:rsid w:val="004F4B9B"/>
    <w:rsid w:val="004F69EA"/>
    <w:rsid w:val="004F79AD"/>
    <w:rsid w:val="005008E5"/>
    <w:rsid w:val="0050247A"/>
    <w:rsid w:val="005054AB"/>
    <w:rsid w:val="00505E38"/>
    <w:rsid w:val="00511AB9"/>
    <w:rsid w:val="00517507"/>
    <w:rsid w:val="00523EA7"/>
    <w:rsid w:val="00530F0D"/>
    <w:rsid w:val="00532BB7"/>
    <w:rsid w:val="00553375"/>
    <w:rsid w:val="005533AA"/>
    <w:rsid w:val="00557C28"/>
    <w:rsid w:val="005601C3"/>
    <w:rsid w:val="00562DD7"/>
    <w:rsid w:val="005736B7"/>
    <w:rsid w:val="00575E5A"/>
    <w:rsid w:val="00591F15"/>
    <w:rsid w:val="005C582B"/>
    <w:rsid w:val="005D6C80"/>
    <w:rsid w:val="005D7F7E"/>
    <w:rsid w:val="005F1404"/>
    <w:rsid w:val="005F1E81"/>
    <w:rsid w:val="006064A1"/>
    <w:rsid w:val="0061068E"/>
    <w:rsid w:val="00611F33"/>
    <w:rsid w:val="00613563"/>
    <w:rsid w:val="00614C03"/>
    <w:rsid w:val="00614CBE"/>
    <w:rsid w:val="006169ED"/>
    <w:rsid w:val="00623194"/>
    <w:rsid w:val="00624394"/>
    <w:rsid w:val="00631F6F"/>
    <w:rsid w:val="006334D4"/>
    <w:rsid w:val="006344AF"/>
    <w:rsid w:val="00646955"/>
    <w:rsid w:val="006607BA"/>
    <w:rsid w:val="00660AD3"/>
    <w:rsid w:val="00675FF6"/>
    <w:rsid w:val="00677B7F"/>
    <w:rsid w:val="0068120C"/>
    <w:rsid w:val="006923BA"/>
    <w:rsid w:val="006A5570"/>
    <w:rsid w:val="006A689C"/>
    <w:rsid w:val="006B212F"/>
    <w:rsid w:val="006B293B"/>
    <w:rsid w:val="006B3D79"/>
    <w:rsid w:val="006B5C2B"/>
    <w:rsid w:val="006B7256"/>
    <w:rsid w:val="006B78DE"/>
    <w:rsid w:val="006D7AFE"/>
    <w:rsid w:val="006E0578"/>
    <w:rsid w:val="006E29D3"/>
    <w:rsid w:val="006E2E63"/>
    <w:rsid w:val="006E314D"/>
    <w:rsid w:val="006E43E2"/>
    <w:rsid w:val="006E468A"/>
    <w:rsid w:val="006F229A"/>
    <w:rsid w:val="00710723"/>
    <w:rsid w:val="00723ED1"/>
    <w:rsid w:val="00730A70"/>
    <w:rsid w:val="00732096"/>
    <w:rsid w:val="00743525"/>
    <w:rsid w:val="0076286B"/>
    <w:rsid w:val="00763F37"/>
    <w:rsid w:val="0076612A"/>
    <w:rsid w:val="00766846"/>
    <w:rsid w:val="007718DC"/>
    <w:rsid w:val="0077673A"/>
    <w:rsid w:val="007846E1"/>
    <w:rsid w:val="00793287"/>
    <w:rsid w:val="00795C8D"/>
    <w:rsid w:val="007A5BFC"/>
    <w:rsid w:val="007B570C"/>
    <w:rsid w:val="007B5CFE"/>
    <w:rsid w:val="007B7FE1"/>
    <w:rsid w:val="007C3CDF"/>
    <w:rsid w:val="007C589B"/>
    <w:rsid w:val="007E4A6E"/>
    <w:rsid w:val="007E5C08"/>
    <w:rsid w:val="007F0984"/>
    <w:rsid w:val="007F56A7"/>
    <w:rsid w:val="007F7E74"/>
    <w:rsid w:val="00807DD0"/>
    <w:rsid w:val="008107B3"/>
    <w:rsid w:val="00814619"/>
    <w:rsid w:val="0083295D"/>
    <w:rsid w:val="0083665B"/>
    <w:rsid w:val="00850510"/>
    <w:rsid w:val="00856C2A"/>
    <w:rsid w:val="008574AF"/>
    <w:rsid w:val="00863356"/>
    <w:rsid w:val="00863CE7"/>
    <w:rsid w:val="008640D9"/>
    <w:rsid w:val="008659F3"/>
    <w:rsid w:val="00866360"/>
    <w:rsid w:val="00886D4B"/>
    <w:rsid w:val="00895406"/>
    <w:rsid w:val="008A3568"/>
    <w:rsid w:val="008B304A"/>
    <w:rsid w:val="008C74F9"/>
    <w:rsid w:val="008D03B9"/>
    <w:rsid w:val="008D1040"/>
    <w:rsid w:val="008D29A0"/>
    <w:rsid w:val="008D7E95"/>
    <w:rsid w:val="008E7915"/>
    <w:rsid w:val="008F18D6"/>
    <w:rsid w:val="00900AB6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47E72"/>
    <w:rsid w:val="00954FB6"/>
    <w:rsid w:val="009608C8"/>
    <w:rsid w:val="00962258"/>
    <w:rsid w:val="00962C05"/>
    <w:rsid w:val="009678B7"/>
    <w:rsid w:val="0097384B"/>
    <w:rsid w:val="00977055"/>
    <w:rsid w:val="009833E1"/>
    <w:rsid w:val="00984120"/>
    <w:rsid w:val="00986E00"/>
    <w:rsid w:val="00992D9C"/>
    <w:rsid w:val="00996CB8"/>
    <w:rsid w:val="009A5D7A"/>
    <w:rsid w:val="009B0A9A"/>
    <w:rsid w:val="009B14A9"/>
    <w:rsid w:val="009B2E97"/>
    <w:rsid w:val="009B2F6B"/>
    <w:rsid w:val="009C07D8"/>
    <w:rsid w:val="009C2A29"/>
    <w:rsid w:val="009C2AB4"/>
    <w:rsid w:val="009C4ACF"/>
    <w:rsid w:val="009E07F4"/>
    <w:rsid w:val="009E3200"/>
    <w:rsid w:val="009F392E"/>
    <w:rsid w:val="00A12CBC"/>
    <w:rsid w:val="00A20786"/>
    <w:rsid w:val="00A34802"/>
    <w:rsid w:val="00A37419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A7471"/>
    <w:rsid w:val="00AC5FF3"/>
    <w:rsid w:val="00AD056F"/>
    <w:rsid w:val="00AD2594"/>
    <w:rsid w:val="00AD2B1D"/>
    <w:rsid w:val="00AD6731"/>
    <w:rsid w:val="00AF6979"/>
    <w:rsid w:val="00B020BE"/>
    <w:rsid w:val="00B0709A"/>
    <w:rsid w:val="00B11918"/>
    <w:rsid w:val="00B15374"/>
    <w:rsid w:val="00B15470"/>
    <w:rsid w:val="00B15D0D"/>
    <w:rsid w:val="00B16FDD"/>
    <w:rsid w:val="00B27767"/>
    <w:rsid w:val="00B3648E"/>
    <w:rsid w:val="00B46F6E"/>
    <w:rsid w:val="00B47599"/>
    <w:rsid w:val="00B5019D"/>
    <w:rsid w:val="00B62A54"/>
    <w:rsid w:val="00B63F19"/>
    <w:rsid w:val="00B65686"/>
    <w:rsid w:val="00B70A15"/>
    <w:rsid w:val="00B75EE1"/>
    <w:rsid w:val="00B77481"/>
    <w:rsid w:val="00B84C8B"/>
    <w:rsid w:val="00B8518B"/>
    <w:rsid w:val="00B93E24"/>
    <w:rsid w:val="00BA123B"/>
    <w:rsid w:val="00BB5CFC"/>
    <w:rsid w:val="00BB72CB"/>
    <w:rsid w:val="00BC6E14"/>
    <w:rsid w:val="00BD3538"/>
    <w:rsid w:val="00BD7E91"/>
    <w:rsid w:val="00BE3597"/>
    <w:rsid w:val="00BF6CD2"/>
    <w:rsid w:val="00C02D0A"/>
    <w:rsid w:val="00C03A6E"/>
    <w:rsid w:val="00C20916"/>
    <w:rsid w:val="00C24EA7"/>
    <w:rsid w:val="00C44F6A"/>
    <w:rsid w:val="00C46DEB"/>
    <w:rsid w:val="00C4779A"/>
    <w:rsid w:val="00C47AE3"/>
    <w:rsid w:val="00C552D9"/>
    <w:rsid w:val="00C80068"/>
    <w:rsid w:val="00C81CAE"/>
    <w:rsid w:val="00C83C94"/>
    <w:rsid w:val="00CA74EA"/>
    <w:rsid w:val="00CC6937"/>
    <w:rsid w:val="00CD1FC4"/>
    <w:rsid w:val="00D02281"/>
    <w:rsid w:val="00D166DA"/>
    <w:rsid w:val="00D21061"/>
    <w:rsid w:val="00D354A9"/>
    <w:rsid w:val="00D4108E"/>
    <w:rsid w:val="00D45838"/>
    <w:rsid w:val="00D4768E"/>
    <w:rsid w:val="00D47B54"/>
    <w:rsid w:val="00D55F75"/>
    <w:rsid w:val="00D6163D"/>
    <w:rsid w:val="00D62FDF"/>
    <w:rsid w:val="00D72045"/>
    <w:rsid w:val="00D73D46"/>
    <w:rsid w:val="00D764F4"/>
    <w:rsid w:val="00D768CB"/>
    <w:rsid w:val="00D831A3"/>
    <w:rsid w:val="00D83342"/>
    <w:rsid w:val="00DA1569"/>
    <w:rsid w:val="00DC0698"/>
    <w:rsid w:val="00DC06F4"/>
    <w:rsid w:val="00DC5768"/>
    <w:rsid w:val="00DC6742"/>
    <w:rsid w:val="00DC75F3"/>
    <w:rsid w:val="00DD46F3"/>
    <w:rsid w:val="00DD57E8"/>
    <w:rsid w:val="00DE0AA7"/>
    <w:rsid w:val="00DE4598"/>
    <w:rsid w:val="00DE56F2"/>
    <w:rsid w:val="00DF116D"/>
    <w:rsid w:val="00DF1224"/>
    <w:rsid w:val="00DF3672"/>
    <w:rsid w:val="00E0526E"/>
    <w:rsid w:val="00E13D11"/>
    <w:rsid w:val="00E16BC4"/>
    <w:rsid w:val="00E3430C"/>
    <w:rsid w:val="00E3696F"/>
    <w:rsid w:val="00E36C4A"/>
    <w:rsid w:val="00E55280"/>
    <w:rsid w:val="00E71BC1"/>
    <w:rsid w:val="00E76AA2"/>
    <w:rsid w:val="00E83A12"/>
    <w:rsid w:val="00E83DFC"/>
    <w:rsid w:val="00E8440A"/>
    <w:rsid w:val="00E85BF6"/>
    <w:rsid w:val="00EA6E50"/>
    <w:rsid w:val="00EB0B2A"/>
    <w:rsid w:val="00EB0D13"/>
    <w:rsid w:val="00EB104F"/>
    <w:rsid w:val="00ED14BD"/>
    <w:rsid w:val="00EE5AA4"/>
    <w:rsid w:val="00EE7779"/>
    <w:rsid w:val="00EF7257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45607"/>
    <w:rsid w:val="00F5558F"/>
    <w:rsid w:val="00F56259"/>
    <w:rsid w:val="00F659EB"/>
    <w:rsid w:val="00F82BA3"/>
    <w:rsid w:val="00F84609"/>
    <w:rsid w:val="00F86BA6"/>
    <w:rsid w:val="00F873F3"/>
    <w:rsid w:val="00F94804"/>
    <w:rsid w:val="00FA6A87"/>
    <w:rsid w:val="00FA6F49"/>
    <w:rsid w:val="00FB2B3D"/>
    <w:rsid w:val="00FC1C34"/>
    <w:rsid w:val="00FC4136"/>
    <w:rsid w:val="00FC6389"/>
    <w:rsid w:val="00FD5AA3"/>
    <w:rsid w:val="00FE4C8E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0A7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42"/>
      </w:numPr>
      <w:spacing w:before="0" w:after="120" w:line="276" w:lineRule="auto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42"/>
      </w:numPr>
      <w:spacing w:before="0" w:after="120" w:line="276" w:lineRule="auto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CB9DA9-E722-4D83-B6B0-8D4AE50E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fe48d3de-0c8e-4bf3-9dfd-5f3a4aa951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C5D3A5-F168-48B4-9250-DD7F30DC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Zajíčková Veronika, Mgr.</cp:lastModifiedBy>
  <cp:revision>8</cp:revision>
  <cp:lastPrinted>2020-07-15T06:29:00Z</cp:lastPrinted>
  <dcterms:created xsi:type="dcterms:W3CDTF">2024-04-18T12:25:00Z</dcterms:created>
  <dcterms:modified xsi:type="dcterms:W3CDTF">2024-06-04T13:51:00Z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  <property fmtid="{D5CDD505-2E9C-101B-9397-08002B2CF9AE}" pid="3" name="URL">
    <vt:lpwstr/>
  </property>
</Properties>
</file>